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DBF572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D5359A">
        <w:rPr>
          <w:b/>
          <w:color w:val="FF5200" w:themeColor="accent2"/>
          <w:sz w:val="36"/>
          <w:szCs w:val="36"/>
        </w:rPr>
        <w:t>„</w:t>
      </w:r>
      <w:r w:rsidR="00D5359A" w:rsidRPr="00D5359A">
        <w:rPr>
          <w:b/>
          <w:color w:val="FF5200" w:themeColor="accent2"/>
          <w:sz w:val="36"/>
          <w:szCs w:val="36"/>
        </w:rPr>
        <w:t>Kontinuální čistící laser</w:t>
      </w:r>
      <w:r w:rsidR="0031280B" w:rsidRPr="00D5359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41E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41E01" w:rsidRPr="00C41E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21699/2025-SŽ-OŘ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39879B5" w14:textId="61A47796" w:rsidR="00AE102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0383387" w:history="1">
            <w:r w:rsidR="00AE1027" w:rsidRPr="00173D44">
              <w:rPr>
                <w:rStyle w:val="Hypertextovodkaz"/>
                <w:noProof/>
              </w:rPr>
              <w:t>Kapitola 1.</w:t>
            </w:r>
            <w:r w:rsidR="00AE102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E1027" w:rsidRPr="00173D44">
              <w:rPr>
                <w:rStyle w:val="Hypertextovodkaz"/>
                <w:noProof/>
              </w:rPr>
              <w:t>Základní údaje k nabídce</w:t>
            </w:r>
            <w:r w:rsidR="00AE1027">
              <w:rPr>
                <w:noProof/>
                <w:webHidden/>
              </w:rPr>
              <w:tab/>
            </w:r>
            <w:r w:rsidR="00AE1027">
              <w:rPr>
                <w:noProof/>
                <w:webHidden/>
              </w:rPr>
              <w:fldChar w:fldCharType="begin"/>
            </w:r>
            <w:r w:rsidR="00AE1027">
              <w:rPr>
                <w:noProof/>
                <w:webHidden/>
              </w:rPr>
              <w:instrText xml:space="preserve"> PAGEREF _Toc210383387 \h </w:instrText>
            </w:r>
            <w:r w:rsidR="00AE1027">
              <w:rPr>
                <w:noProof/>
                <w:webHidden/>
              </w:rPr>
            </w:r>
            <w:r w:rsidR="00AE1027">
              <w:rPr>
                <w:noProof/>
                <w:webHidden/>
              </w:rPr>
              <w:fldChar w:fldCharType="separate"/>
            </w:r>
            <w:r w:rsidR="00AE1027">
              <w:rPr>
                <w:noProof/>
                <w:webHidden/>
              </w:rPr>
              <w:t>2</w:t>
            </w:r>
            <w:r w:rsidR="00AE1027">
              <w:rPr>
                <w:noProof/>
                <w:webHidden/>
              </w:rPr>
              <w:fldChar w:fldCharType="end"/>
            </w:r>
          </w:hyperlink>
        </w:p>
        <w:p w14:paraId="2B81D68B" w14:textId="1563560B" w:rsidR="00AE1027" w:rsidRDefault="00AE10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383388" w:history="1">
            <w:r w:rsidRPr="00173D4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73D44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_Toc210383388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05868" w14:textId="5E80322D" w:rsidR="00AE1027" w:rsidRDefault="00AE10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383389" w:history="1">
            <w:r w:rsidRPr="00173D4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73D4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_Toc210383389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C5351" w14:textId="015EA594" w:rsidR="00AE1027" w:rsidRDefault="00AE10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383390" w:history="1">
            <w:r w:rsidRPr="00173D4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73D4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_Toc210383390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B5137B" w14:textId="2F0C8B72" w:rsidR="00AE1027" w:rsidRDefault="00AE10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383391" w:history="1">
            <w:r w:rsidRPr="00173D4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73D4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_Toc210383391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93357" w14:textId="38FB37FF" w:rsidR="00AE1027" w:rsidRDefault="00AE10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383392" w:history="1">
            <w:r w:rsidRPr="00173D44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73D44">
              <w:rPr>
                <w:rStyle w:val="Hypertextovodkaz"/>
                <w:noProof/>
              </w:rPr>
              <w:t>Čestné</w:t>
            </w:r>
            <w:r w:rsidRPr="00173D4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_Toc210383392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AF392C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038338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69DA79B7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061AD">
        <w:rPr>
          <w:rFonts w:eastAsia="Times New Roman" w:cs="Times New Roman"/>
          <w:lang w:eastAsia="cs-CZ"/>
        </w:rPr>
        <w:t>podlimitní sektorovou veřejnou zakázku</w:t>
      </w:r>
      <w:r w:rsidRPr="00B061AD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E4C1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E4C1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0383388"/>
      <w:r>
        <w:lastRenderedPageBreak/>
        <w:t>Ceník</w:t>
      </w:r>
      <w:bookmarkEnd w:id="1"/>
    </w:p>
    <w:p w14:paraId="3E5E9B0F" w14:textId="4DA3AF81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8835AE">
        <w:rPr>
          <w:rStyle w:val="Siln"/>
          <w:b w:val="0"/>
          <w:bCs w:val="0"/>
        </w:rPr>
        <w:t xml:space="preserve">příloha č. </w:t>
      </w:r>
      <w:r w:rsidR="001E0266" w:rsidRPr="008835AE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551F2E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551F2E">
        <w:rPr>
          <w:rStyle w:val="Siln"/>
          <w:b w:val="0"/>
          <w:bCs w:val="0"/>
          <w:i/>
          <w:iCs/>
        </w:rPr>
        <w:t>Závazného vzoru smlouvy</w:t>
      </w:r>
      <w:r w:rsidRPr="00551F2E">
        <w:rPr>
          <w:rStyle w:val="Siln"/>
          <w:b w:val="0"/>
          <w:bCs w:val="0"/>
        </w:rPr>
        <w:t>)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7"/>
          <w:footerReference w:type="first" r:id="rId18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038338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9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038339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038339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038339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2A27CB1" w14:textId="16E25B43" w:rsidR="000128D4" w:rsidRDefault="000128D4" w:rsidP="00CF22B6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5436D" w14:textId="77777777" w:rsidR="00CB500D" w:rsidRDefault="00CB50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10DB5AAE" w:rsidR="00A327CB" w:rsidRDefault="00A327CB" w:rsidP="00471B29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921" w:type="dxa"/>
        </w:tcPr>
        <w:p w14:paraId="4A328619" w14:textId="77777777" w:rsidR="00CB500D" w:rsidRPr="00B35AEF" w:rsidRDefault="00CB500D" w:rsidP="00CB500D">
          <w:pPr>
            <w:pStyle w:val="Zpat"/>
            <w:spacing w:before="0"/>
            <w:rPr>
              <w:b/>
              <w:bCs/>
            </w:rPr>
          </w:pPr>
          <w:r w:rsidRPr="00B35AEF">
            <w:rPr>
              <w:b/>
              <w:bCs/>
            </w:rPr>
            <w:t>Oblastní ředitelství Brno</w:t>
          </w:r>
        </w:p>
        <w:p w14:paraId="0F4F5277" w14:textId="77777777" w:rsidR="00CB500D" w:rsidRPr="00B35AEF" w:rsidRDefault="00CB500D" w:rsidP="00CB500D">
          <w:pPr>
            <w:pStyle w:val="Zpat"/>
            <w:spacing w:before="0"/>
            <w:rPr>
              <w:b/>
              <w:bCs/>
            </w:rPr>
          </w:pPr>
          <w:r w:rsidRPr="00B35AEF">
            <w:rPr>
              <w:b/>
              <w:bCs/>
            </w:rPr>
            <w:t>Kounicova 26</w:t>
          </w:r>
        </w:p>
        <w:p w14:paraId="3F9D14E1" w14:textId="711B497D" w:rsidR="00A327CB" w:rsidRDefault="00CB500D" w:rsidP="00CB500D">
          <w:pPr>
            <w:pStyle w:val="Zpat"/>
            <w:spacing w:before="0"/>
          </w:pPr>
          <w:r w:rsidRPr="00B35AEF">
            <w:rPr>
              <w:b/>
              <w:bCs/>
            </w:rPr>
            <w:t>611 43 Brno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896C" w14:textId="77777777" w:rsidR="00CB500D" w:rsidRDefault="00CB50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AC16" w14:textId="77777777" w:rsidR="00CB500D" w:rsidRDefault="00CB50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1818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15CA0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1F2E"/>
    <w:rsid w:val="00553375"/>
    <w:rsid w:val="00557C28"/>
    <w:rsid w:val="005736B7"/>
    <w:rsid w:val="00575B1B"/>
    <w:rsid w:val="00575E5A"/>
    <w:rsid w:val="005930C5"/>
    <w:rsid w:val="005B219F"/>
    <w:rsid w:val="005D2E61"/>
    <w:rsid w:val="005D7E39"/>
    <w:rsid w:val="005E4C17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84E28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79C7"/>
    <w:rsid w:val="0084684F"/>
    <w:rsid w:val="00861306"/>
    <w:rsid w:val="008659F3"/>
    <w:rsid w:val="008671B3"/>
    <w:rsid w:val="00882189"/>
    <w:rsid w:val="008835AE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0B92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E1027"/>
    <w:rsid w:val="00B061AD"/>
    <w:rsid w:val="00B15D0D"/>
    <w:rsid w:val="00B468D2"/>
    <w:rsid w:val="00B54D42"/>
    <w:rsid w:val="00B66A3E"/>
    <w:rsid w:val="00B75EE1"/>
    <w:rsid w:val="00B77481"/>
    <w:rsid w:val="00B84B98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1E01"/>
    <w:rsid w:val="00C44F6A"/>
    <w:rsid w:val="00C47AE3"/>
    <w:rsid w:val="00C636FB"/>
    <w:rsid w:val="00C6546B"/>
    <w:rsid w:val="00C87B78"/>
    <w:rsid w:val="00CB500D"/>
    <w:rsid w:val="00CD1FC4"/>
    <w:rsid w:val="00CF22B6"/>
    <w:rsid w:val="00CF53B5"/>
    <w:rsid w:val="00D21061"/>
    <w:rsid w:val="00D247B3"/>
    <w:rsid w:val="00D4108E"/>
    <w:rsid w:val="00D5359A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zakonyprolidi.cz/cs/2016-13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1144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Jurmanová Patricie</cp:lastModifiedBy>
  <cp:revision>50</cp:revision>
  <cp:lastPrinted>2023-10-05T09:40:00Z</cp:lastPrinted>
  <dcterms:created xsi:type="dcterms:W3CDTF">2023-08-21T11:49:00Z</dcterms:created>
  <dcterms:modified xsi:type="dcterms:W3CDTF">2025-10-03T10:46:00Z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